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DB9" w:rsidRPr="00116C6E" w:rsidRDefault="00B53DB9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B53DB9" w:rsidRPr="00116C6E" w:rsidRDefault="00B53DB9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094DC6">
        <w:rPr>
          <w:sz w:val="28"/>
          <w:szCs w:val="28"/>
        </w:rPr>
        <w:t xml:space="preserve">Контрольно-счетной палаты Мглинского района на постановление Высокской сельской администрации  «Об исполнении бюджета муниципального образования </w:t>
      </w:r>
      <w:r>
        <w:rPr>
          <w:sz w:val="28"/>
          <w:szCs w:val="28"/>
        </w:rPr>
        <w:t>«Высокское сельское поселение, Мг</w:t>
      </w:r>
      <w:r w:rsidRPr="00094DC6">
        <w:rPr>
          <w:sz w:val="28"/>
          <w:szCs w:val="28"/>
        </w:rPr>
        <w:t xml:space="preserve">линского района, Брянской области» за </w:t>
      </w:r>
      <w:r>
        <w:rPr>
          <w:sz w:val="28"/>
          <w:szCs w:val="28"/>
        </w:rPr>
        <w:t>9 месяцев</w:t>
      </w:r>
      <w:r w:rsidRPr="00094DC6">
        <w:rPr>
          <w:sz w:val="28"/>
          <w:szCs w:val="28"/>
        </w:rPr>
        <w:t xml:space="preserve"> 2018 года»</w:t>
      </w:r>
    </w:p>
    <w:p w:rsidR="00B53DB9" w:rsidRPr="00116C6E" w:rsidRDefault="00B53DB9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16"/>
          <w:attr w:name="Month" w:val="11"/>
          <w:attr w:name="ls" w:val="trans"/>
        </w:smartTagPr>
        <w:r>
          <w:rPr>
            <w:sz w:val="28"/>
            <w:szCs w:val="28"/>
          </w:rPr>
          <w:t>16.11.2018</w:t>
        </w:r>
      </w:smartTag>
      <w:r>
        <w:rPr>
          <w:sz w:val="28"/>
          <w:szCs w:val="28"/>
        </w:rPr>
        <w:t xml:space="preserve"> г.№197                                      </w:t>
      </w:r>
    </w:p>
    <w:p w:rsidR="00B53DB9" w:rsidRPr="005D7757" w:rsidRDefault="00B53DB9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B53DB9" w:rsidRDefault="00B53DB9" w:rsidP="00EC3DDE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B53DB9" w:rsidRPr="00410E67" w:rsidRDefault="00B53DB9" w:rsidP="00EC3DDE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,Выскоского</w:t>
      </w:r>
      <w:r w:rsidRPr="00410E67">
        <w:t xml:space="preserve"> сельского поселеня 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1.2.</w:t>
        </w:r>
        <w:r>
          <w:t>46</w:t>
        </w:r>
        <w:r w:rsidRPr="00410E67">
          <w:t>.</w:t>
        </w:r>
      </w:smartTag>
      <w:r w:rsidRPr="00410E67">
        <w:t xml:space="preserve"> плана работы Контрол</w:t>
      </w:r>
      <w:r>
        <w:t>ьно-счетной палаты на 2018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t>29.12.2017</w:t>
        </w:r>
      </w:smartTag>
      <w:r w:rsidRPr="00410E67">
        <w:t xml:space="preserve"> года №</w:t>
      </w:r>
      <w:r>
        <w:t xml:space="preserve">88, с изменениями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t>18.09.2018</w:t>
        </w:r>
      </w:smartTag>
      <w:r>
        <w:t xml:space="preserve"> №72.</w:t>
      </w:r>
    </w:p>
    <w:p w:rsidR="00B53DB9" w:rsidRPr="00410E67" w:rsidRDefault="00B53DB9" w:rsidP="00EC3DDE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Высокского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B53DB9" w:rsidRDefault="00B53DB9" w:rsidP="00EC3DDE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Высокского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27.12.2017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года г. №3-112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 образования «Высокское сельское поселение, Мглинского района, Брянской области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1327,30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B53DB9" w:rsidRPr="00E26EFE" w:rsidRDefault="00B53DB9" w:rsidP="00EC3DDE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</w:t>
      </w:r>
      <w:r w:rsidRPr="00E26EFE">
        <w:rPr>
          <w:rFonts w:ascii="Times New Roman" w:hAnsi="Times New Roman" w:cs="Times New Roman"/>
          <w:b/>
          <w:bCs/>
          <w:sz w:val="27"/>
          <w:szCs w:val="27"/>
        </w:rPr>
        <w:t>.</w:t>
      </w:r>
      <w:r w:rsidRPr="00E26EFE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Высокского сельского </w:t>
      </w:r>
      <w:bookmarkEnd w:id="0"/>
      <w:r w:rsidRPr="00E26EFE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B53DB9" w:rsidRDefault="00B53DB9" w:rsidP="00EC3DDE">
      <w:pPr>
        <w:pStyle w:val="2"/>
        <w:shd w:val="clear" w:color="auto" w:fill="auto"/>
        <w:spacing w:before="0" w:after="0" w:line="326" w:lineRule="exact"/>
        <w:ind w:left="160" w:right="284" w:firstLine="720"/>
        <w:jc w:val="left"/>
      </w:pPr>
      <w:r w:rsidRPr="00E26EFE">
        <w:t>Бюджет Высокского сельского</w:t>
      </w:r>
      <w:r w:rsidRPr="00410E67">
        <w:t xml:space="preserve">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585,6 тыс.</w:t>
      </w:r>
      <w:r w:rsidRPr="00410E67">
        <w:t xml:space="preserve"> рублей, или на </w:t>
      </w:r>
      <w:r>
        <w:t>44,1</w:t>
      </w:r>
      <w:r w:rsidRPr="00410E67">
        <w:t xml:space="preserve"> % к утвержденным назначениям с учетом изменений, что на </w:t>
      </w:r>
      <w:r>
        <w:t>2178,7 тыс.</w:t>
      </w:r>
      <w:r w:rsidRPr="00410E67">
        <w:t xml:space="preserve"> рублей </w:t>
      </w:r>
      <w:r>
        <w:t>меньше чем в прошлом году</w:t>
      </w:r>
      <w:r w:rsidRPr="00410E67">
        <w:t>(</w:t>
      </w:r>
      <w:r>
        <w:t>9 месяцев</w:t>
      </w:r>
      <w:r w:rsidRPr="00410E67">
        <w:t xml:space="preserve"> 201</w:t>
      </w:r>
      <w:r>
        <w:t>7</w:t>
      </w:r>
      <w:r w:rsidRPr="00410E67">
        <w:t xml:space="preserve"> года </w:t>
      </w:r>
      <w:r>
        <w:t xml:space="preserve">2764,3 тыс. рублей). </w:t>
      </w:r>
    </w:p>
    <w:p w:rsidR="00B53DB9" w:rsidRDefault="00B53DB9" w:rsidP="00EC3DDE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rPr>
          <w:b/>
          <w:bCs/>
        </w:rPr>
        <w:t xml:space="preserve">       </w:t>
      </w:r>
      <w:r w:rsidRPr="00410E67">
        <w:t xml:space="preserve">Анализ исполнения доходной части бюджета </w:t>
      </w:r>
      <w:r>
        <w:t xml:space="preserve">Высокского </w:t>
      </w:r>
      <w:r w:rsidRPr="00410E67">
        <w:t xml:space="preserve">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B53DB9" w:rsidRPr="00410E67" w:rsidRDefault="00B53DB9" w:rsidP="00EC3DDE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520,9 тыс.</w:t>
      </w:r>
      <w:r w:rsidRPr="00410E67">
        <w:t xml:space="preserve"> рублей, или </w:t>
      </w:r>
      <w:r>
        <w:t>42,5</w:t>
      </w:r>
      <w:r w:rsidRPr="00410E67">
        <w:t xml:space="preserve"> % к утвержденным назначениям с учетом изменений, что на </w:t>
      </w:r>
      <w:r>
        <w:t>1946,6 тыс.</w:t>
      </w:r>
      <w:r w:rsidRPr="00410E67">
        <w:t xml:space="preserve"> рублей </w:t>
      </w:r>
      <w:r>
        <w:t>меньше</w:t>
      </w:r>
      <w:r w:rsidRPr="00410E67">
        <w:t xml:space="preserve"> чем, поступивших в бюджет </w:t>
      </w:r>
      <w:r>
        <w:t xml:space="preserve">Высокского </w:t>
      </w:r>
      <w:r w:rsidRPr="00410E67">
        <w:t>сельского посе</w:t>
      </w:r>
      <w:r>
        <w:t>ления за аналогичный период 2017</w:t>
      </w:r>
      <w:r w:rsidRPr="00410E67">
        <w:t xml:space="preserve"> года (</w:t>
      </w:r>
      <w:r>
        <w:t>2467,5 тыс.</w:t>
      </w:r>
      <w:r w:rsidRPr="00410E67">
        <w:t xml:space="preserve"> рублей).</w:t>
      </w:r>
      <w:r>
        <w:t xml:space="preserve"> Темп роста составил 21,1 %.</w:t>
      </w:r>
    </w:p>
    <w:p w:rsidR="00B53DB9" w:rsidRDefault="00B53DB9" w:rsidP="00EC3DD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  <w:rPr>
          <w:b/>
          <w:bCs/>
        </w:rPr>
      </w:pPr>
      <w:r>
        <w:rPr>
          <w:b/>
          <w:bCs/>
        </w:rPr>
        <w:t xml:space="preserve">        2.1.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Высокского</w:t>
      </w:r>
      <w:r w:rsidRPr="00410E67">
        <w:rPr>
          <w:b/>
          <w:bCs/>
        </w:rPr>
        <w:t xml:space="preserve"> сельского поселения.</w:t>
      </w:r>
    </w:p>
    <w:p w:rsidR="00B53DB9" w:rsidRDefault="00B53DB9" w:rsidP="00EC3DD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>Высокское сельское поселение составило 502,2 тыс.</w:t>
      </w:r>
      <w:r w:rsidRPr="00410E67">
        <w:t xml:space="preserve"> рублей, или </w:t>
      </w:r>
      <w:r>
        <w:t>41,8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2017 </w:t>
      </w:r>
      <w:r w:rsidRPr="00410E67">
        <w:t xml:space="preserve">года темп роста поступлений составил </w:t>
      </w:r>
      <w:r>
        <w:t xml:space="preserve">77,3 </w:t>
      </w:r>
      <w:r w:rsidRPr="00410E67">
        <w:t xml:space="preserve">%. </w:t>
      </w:r>
    </w:p>
    <w:p w:rsidR="00B53DB9" w:rsidRPr="00410E67" w:rsidRDefault="00B53DB9" w:rsidP="00EC3DD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 9 месяцев 2018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>
        <w:rPr>
          <w:i/>
        </w:rPr>
        <w:t>прибыль</w:t>
      </w:r>
      <w:r w:rsidRPr="00410E67">
        <w:t>,</w:t>
      </w:r>
      <w:r>
        <w:t xml:space="preserve">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95,3</w:t>
      </w:r>
      <w:r w:rsidRPr="00721BCE">
        <w:t>%</w:t>
      </w:r>
      <w:r w:rsidRPr="00410E67">
        <w:t xml:space="preserve"> поступивших налоговых доходов.</w:t>
      </w:r>
    </w:p>
    <w:p w:rsidR="00B53DB9" w:rsidRPr="00410E67" w:rsidRDefault="00B53DB9" w:rsidP="00EC3DD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Высокское </w:t>
      </w:r>
      <w:r w:rsidRPr="00410E67">
        <w:t xml:space="preserve"> сельское поселение  в сумме </w:t>
      </w:r>
      <w:r>
        <w:t>32,5 тыс.</w:t>
      </w:r>
      <w:r w:rsidRPr="00410E67">
        <w:t xml:space="preserve"> рублей, годовые плановые назначения исполнены на </w:t>
      </w:r>
      <w:r>
        <w:t>50,2</w:t>
      </w:r>
      <w:r w:rsidRPr="00410E67">
        <w:t> %.</w:t>
      </w:r>
    </w:p>
    <w:p w:rsidR="00B53DB9" w:rsidRDefault="00B53DB9" w:rsidP="00EC3DDE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88,8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446,3 тыс. рублей или 39,8 %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97,7</w:t>
      </w:r>
      <w:r w:rsidRPr="00410E67">
        <w:t xml:space="preserve"> %, его поступления в бюджет </w:t>
      </w:r>
      <w:r>
        <w:t>Высокского сельского</w:t>
      </w:r>
      <w:r w:rsidRPr="00410E67">
        <w:t xml:space="preserve"> поселения  составили </w:t>
      </w:r>
      <w:r>
        <w:t xml:space="preserve">435,9 тыс. </w:t>
      </w:r>
      <w:r w:rsidRPr="00410E67">
        <w:t xml:space="preserve">рублей, годовые назначения исполнены на </w:t>
      </w:r>
      <w:r>
        <w:t>40,2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сократилось</w:t>
      </w:r>
      <w:r w:rsidRPr="00410E67">
        <w:t xml:space="preserve"> на </w:t>
      </w:r>
      <w:r>
        <w:t>123,0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10,4 тыс.</w:t>
      </w:r>
      <w:r w:rsidRPr="00410E67">
        <w:t xml:space="preserve"> рублей, или </w:t>
      </w:r>
      <w:r>
        <w:t>28,9</w:t>
      </w:r>
      <w:r w:rsidRPr="00410E67">
        <w:t xml:space="preserve"> % годовых плановых назначений. В структуре собственных доходов </w:t>
      </w:r>
      <w:r>
        <w:t>2,3</w:t>
      </w:r>
      <w:r w:rsidRPr="00410E67">
        <w:t xml:space="preserve"> %.Темп роста увеличился </w:t>
      </w:r>
      <w:r>
        <w:t>на 65,8 %.</w:t>
      </w:r>
    </w:p>
    <w:p w:rsidR="00B53DB9" w:rsidRDefault="00B53DB9" w:rsidP="00EC3DD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Госпошлины поступило </w:t>
      </w:r>
      <w:r>
        <w:t>0,3 тыс.</w:t>
      </w:r>
      <w:r w:rsidRPr="00410E67">
        <w:t xml:space="preserve"> рублей, при годовом плане </w:t>
      </w:r>
      <w:r>
        <w:t>0,6 тыс.</w:t>
      </w:r>
      <w:r w:rsidRPr="00410E67">
        <w:t xml:space="preserve"> рублей. </w:t>
      </w:r>
    </w:p>
    <w:p w:rsidR="00B53DB9" w:rsidRDefault="00B53DB9" w:rsidP="00EC3DD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b/>
        </w:rPr>
      </w:pPr>
      <w:r>
        <w:rPr>
          <w:b/>
        </w:rPr>
        <w:t xml:space="preserve">        </w:t>
      </w:r>
      <w:r w:rsidRPr="00AE3191">
        <w:rPr>
          <w:b/>
        </w:rPr>
        <w:t>2.2</w:t>
      </w:r>
      <w:r>
        <w:rPr>
          <w:b/>
        </w:rPr>
        <w:t>. Неналоговые доходы бюджета Высокского сельского поселения.</w:t>
      </w:r>
    </w:p>
    <w:p w:rsidR="00B53DB9" w:rsidRDefault="00B53DB9" w:rsidP="00EC3DD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Неналоговые доходы</w:t>
      </w:r>
      <w:r w:rsidRPr="00A1140B">
        <w:t xml:space="preserve"> </w:t>
      </w:r>
      <w:r>
        <w:t>з</w:t>
      </w:r>
      <w:r w:rsidRPr="00A1140B">
        <w:t xml:space="preserve">а </w:t>
      </w:r>
      <w:r>
        <w:t xml:space="preserve">9 месяцев 2018 года </w:t>
      </w:r>
      <w:r w:rsidRPr="00A1140B">
        <w:t xml:space="preserve"> </w:t>
      </w:r>
      <w:r>
        <w:t>поступили</w:t>
      </w:r>
      <w:r w:rsidRPr="00410E67">
        <w:t xml:space="preserve"> в </w:t>
      </w:r>
      <w:r>
        <w:t xml:space="preserve">Высокское </w:t>
      </w:r>
      <w:r w:rsidRPr="00410E67">
        <w:t>сельское</w:t>
      </w:r>
      <w:r>
        <w:t xml:space="preserve"> поселение  в сумме 18,7 тыс. рублей, или 75,2 % годовых плановых назначений.</w:t>
      </w:r>
    </w:p>
    <w:p w:rsidR="00B53DB9" w:rsidRDefault="00B53DB9" w:rsidP="00EC3DD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Основным доходом, который сформировал данную часть бюджета за 9 месяцев 2018 года, является </w:t>
      </w:r>
      <w:r w:rsidRPr="002A6C66">
        <w:rPr>
          <w:i/>
        </w:rPr>
        <w:t>доход от использования имущества, находящегося в государственной и муниципальной собственности</w:t>
      </w:r>
      <w:r>
        <w:rPr>
          <w:i/>
        </w:rPr>
        <w:t xml:space="preserve">. </w:t>
      </w:r>
      <w:r>
        <w:t xml:space="preserve">Удельный вес в общем </w:t>
      </w:r>
      <w:r w:rsidRPr="00B5717B">
        <w:t xml:space="preserve">объеме доходов составил </w:t>
      </w:r>
      <w:r>
        <w:t>3,2</w:t>
      </w:r>
      <w:r w:rsidRPr="00B5717B">
        <w:t xml:space="preserve"> %.</w:t>
      </w:r>
      <w:r>
        <w:t xml:space="preserve"> </w:t>
      </w:r>
    </w:p>
    <w:p w:rsidR="00B53DB9" w:rsidRPr="002A6C66" w:rsidRDefault="00B53DB9" w:rsidP="00EC3DDE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</w:p>
    <w:p w:rsidR="00B53DB9" w:rsidRDefault="00B53DB9" w:rsidP="00EC3DDE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B53DB9" w:rsidRPr="00410E67" w:rsidRDefault="00B53DB9" w:rsidP="00EC3DDE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B53DB9" w:rsidRPr="00410E67" w:rsidRDefault="00B53DB9" w:rsidP="00EC3DDE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64,7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63,3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</w:t>
      </w:r>
      <w:r>
        <w:rPr>
          <w:rFonts w:ascii="Times New Roman" w:hAnsi="Times New Roman" w:cs="Times New Roman"/>
          <w:sz w:val="27"/>
          <w:szCs w:val="27"/>
        </w:rPr>
        <w:t>По сравнению с аналогичным годом безвозмездные поступления сократились на 232,0 тыс.рублей.</w:t>
      </w:r>
    </w:p>
    <w:p w:rsidR="00B53DB9" w:rsidRDefault="00B53DB9" w:rsidP="00EC3DDE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за 9 месяцев 2018 года составило в сумме 48,0 тыс. рублей, или 75,0%.В структуре безвозмездных поступлений субвенции составили  74,2 %.Темп роста составил 108,1%.</w:t>
      </w:r>
    </w:p>
    <w:p w:rsidR="00B53DB9" w:rsidRDefault="00B53DB9" w:rsidP="00EC3DDE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B53DB9" w:rsidRDefault="00B53DB9" w:rsidP="00EC3DDE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Высокского</w:t>
      </w:r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>9 месяцев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Высокоского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1124,0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55,2</w:t>
      </w:r>
      <w:r w:rsidRPr="00410E67">
        <w:rPr>
          <w:rStyle w:val="10"/>
        </w:rPr>
        <w:t xml:space="preserve"> % от утвержденных годовых назначений.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22" w:lineRule="exact"/>
        <w:ind w:right="284" w:firstLine="700"/>
        <w:sectPr w:rsidR="00B53DB9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Выскоского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Высокского сельского</w:t>
      </w:r>
      <w:r w:rsidRPr="00410E67">
        <w:rPr>
          <w:rStyle w:val="10"/>
        </w:rPr>
        <w:t xml:space="preserve">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72,1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 w:rsidRPr="00410E67">
        <w:rPr>
          <w:i/>
        </w:rPr>
        <w:t>05 «Жилищ</w:t>
      </w:r>
      <w:r>
        <w:rPr>
          <w:i/>
        </w:rPr>
        <w:t>но-коммунальное хозяйство»-11,8</w:t>
      </w:r>
      <w:r w:rsidRPr="00410E67">
        <w:rPr>
          <w:i/>
        </w:rPr>
        <w:t xml:space="preserve"> %.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810,5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61,6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 </w:t>
      </w:r>
      <w:r>
        <w:rPr>
          <w:rStyle w:val="32"/>
          <w:sz w:val="27"/>
          <w:szCs w:val="27"/>
        </w:rPr>
        <w:t>25,7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392,37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278,9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71,1</w:t>
      </w:r>
      <w:r w:rsidRPr="00410E67">
        <w:rPr>
          <w:rStyle w:val="10"/>
        </w:rPr>
        <w:t>%);</w:t>
      </w:r>
    </w:p>
    <w:p w:rsidR="00B53DB9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526,4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909,7 тыс.</w:t>
      </w:r>
      <w:r w:rsidRPr="00410E67">
        <w:t xml:space="preserve"> рубля, темп роста составил </w:t>
      </w:r>
      <w:r>
        <w:t>57,9</w:t>
      </w:r>
      <w:r w:rsidRPr="00410E67">
        <w:t>%.</w:t>
      </w:r>
    </w:p>
    <w:p w:rsidR="00B53DB9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за </w:t>
      </w:r>
      <w:r>
        <w:rPr>
          <w:rStyle w:val="10"/>
        </w:rPr>
        <w:t>9 месяцев</w:t>
      </w:r>
      <w:r w:rsidRPr="00413B4A">
        <w:rPr>
          <w:rStyle w:val="10"/>
        </w:rPr>
        <w:t xml:space="preserve"> 201</w:t>
      </w:r>
      <w:r>
        <w:rPr>
          <w:rStyle w:val="10"/>
        </w:rPr>
        <w:t>8</w:t>
      </w:r>
      <w:r w:rsidRPr="00413B4A">
        <w:rPr>
          <w:rStyle w:val="10"/>
        </w:rPr>
        <w:t xml:space="preserve"> года </w:t>
      </w:r>
      <w:r>
        <w:rPr>
          <w:rStyle w:val="10"/>
        </w:rPr>
        <w:t xml:space="preserve">составили 1,2 тыс.рублей, или 50 %. 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составило 4,0 тыс.рублей, при уточненном плане 9,3 тыс.рублей.</w:t>
      </w:r>
    </w:p>
    <w:p w:rsidR="00B53DB9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отсутствует;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48,0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64,0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75,0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7,4 тыс.</w:t>
      </w:r>
      <w:r w:rsidRPr="00410E67">
        <w:rPr>
          <w:rStyle w:val="10"/>
        </w:rPr>
        <w:t xml:space="preserve"> рублей, или на </w:t>
      </w:r>
      <w:r>
        <w:rPr>
          <w:rStyle w:val="10"/>
        </w:rPr>
        <w:t>18,2</w:t>
      </w:r>
      <w:r w:rsidRPr="00410E67">
        <w:rPr>
          <w:rStyle w:val="10"/>
        </w:rPr>
        <w:t xml:space="preserve"> %. </w:t>
      </w:r>
    </w:p>
    <w:p w:rsidR="00B53DB9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4,3</w:t>
      </w:r>
      <w:r w:rsidRPr="00410E67">
        <w:rPr>
          <w:rStyle w:val="10"/>
        </w:rPr>
        <w:t xml:space="preserve"> %.</w:t>
      </w:r>
    </w:p>
    <w:p w:rsidR="00B53DB9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составила 7,2 тыс.рублей (0310 Обеспечение пожарной безопасности).Удельный вес в общей структуре расходов составило 0,6%.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B53DB9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>
        <w:rPr>
          <w:rStyle w:val="10"/>
        </w:rPr>
        <w:t>составило 13,9 тыс.рублей, при годовом уточненном плане 20,0 тыс.рублей, или 69,6 %.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B53DB9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sz w:val="27"/>
          <w:szCs w:val="27"/>
        </w:rPr>
        <w:t>133,0</w:t>
      </w:r>
      <w:r w:rsidRPr="00AF060F">
        <w:rPr>
          <w:rStyle w:val="32"/>
          <w:sz w:val="27"/>
          <w:szCs w:val="27"/>
        </w:rPr>
        <w:t xml:space="preserve"> тыс</w:t>
      </w:r>
      <w:r>
        <w:rPr>
          <w:rStyle w:val="32"/>
          <w:b/>
          <w:sz w:val="27"/>
          <w:szCs w:val="27"/>
        </w:rPr>
        <w:t>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466,7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28,5</w:t>
      </w:r>
      <w:r w:rsidRPr="00410E67">
        <w:rPr>
          <w:rStyle w:val="10"/>
        </w:rPr>
        <w:t xml:space="preserve"> %.В структуре расходов бюджета расходы по указанному разделу составляют </w:t>
      </w:r>
      <w:r>
        <w:rPr>
          <w:rStyle w:val="10"/>
        </w:rPr>
        <w:t>11,8</w:t>
      </w:r>
      <w:r w:rsidRPr="00410E67">
        <w:rPr>
          <w:rStyle w:val="10"/>
        </w:rPr>
        <w:t xml:space="preserve"> %.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B53DB9" w:rsidRDefault="00B53DB9" w:rsidP="00EC3DDE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B53DB9" w:rsidRDefault="00B53DB9" w:rsidP="00EC3DDE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B53DB9" w:rsidRPr="00410E67" w:rsidRDefault="00B53DB9" w:rsidP="00EC3DDE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составило 111,4 тыс.рублей, или 74,4%.Удельный вес в общей структуре расходов составил 9,9 %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B53DB9" w:rsidRPr="00410E67" w:rsidRDefault="00B53DB9" w:rsidP="00EC3DDE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B53DB9" w:rsidRDefault="00B53DB9" w:rsidP="002A4C0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Высокоского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B53DB9" w:rsidRPr="00410E67" w:rsidRDefault="00B53DB9" w:rsidP="002A4C0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B53DB9" w:rsidRPr="00BA10AB" w:rsidRDefault="00B53DB9" w:rsidP="002A4C0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BA10AB">
        <w:t xml:space="preserve">Решением Высокоского сельского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BA10AB">
          <w:t>27.12.2017</w:t>
        </w:r>
      </w:smartTag>
      <w:r w:rsidRPr="00BA10AB">
        <w:t xml:space="preserve"> г. №3-112 «О бюджете муниципального образования «Высокское  сельское поселение, Мглинского района, Брянской области на 2018 год и на плановый период 2019  и 2020 годов» принят бездефицитный бюджет.</w:t>
      </w:r>
    </w:p>
    <w:p w:rsidR="00B53DB9" w:rsidRPr="00970FA3" w:rsidRDefault="00B53DB9" w:rsidP="00711C4C">
      <w:pPr>
        <w:pStyle w:val="2"/>
        <w:shd w:val="clear" w:color="auto" w:fill="auto"/>
        <w:spacing w:before="0" w:after="0" w:line="240" w:lineRule="auto"/>
        <w:ind w:left="20" w:right="170" w:firstLine="700"/>
      </w:pPr>
      <w:bookmarkStart w:id="4" w:name="bookmark1"/>
      <w:r w:rsidRPr="00970FA3">
        <w:t>С внесением изменений в бюджетную роспись дефицит бюджета Высокского сельского поселения изменен и утвержден в сумме 708,5 тыс. руб.</w:t>
      </w:r>
    </w:p>
    <w:p w:rsidR="00B53DB9" w:rsidRPr="00EC1701" w:rsidRDefault="00B53DB9" w:rsidP="00711C4C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970FA3">
        <w:t>Бюджет Высокского сельского поселения исполнен с дефицитом в сумме 538,3 тыс.рублей.</w:t>
      </w:r>
    </w:p>
    <w:p w:rsidR="00B53DB9" w:rsidRPr="00BA10AB" w:rsidRDefault="00B53DB9" w:rsidP="00053CE0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r w:rsidRPr="00BA10AB">
        <w:rPr>
          <w:rStyle w:val="12"/>
        </w:rPr>
        <w:t>Предложения:</w:t>
      </w:r>
      <w:bookmarkEnd w:id="4"/>
    </w:p>
    <w:p w:rsidR="00B53DB9" w:rsidRDefault="00B53DB9" w:rsidP="00053CE0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</w:rPr>
      </w:pPr>
      <w:r>
        <w:rPr>
          <w:rStyle w:val="10"/>
        </w:rPr>
        <w:t xml:space="preserve">1. </w:t>
      </w:r>
      <w:r w:rsidRPr="00BA10AB">
        <w:rPr>
          <w:rStyle w:val="10"/>
        </w:rPr>
        <w:t>Направить заключение Контрольно-счетной палаты</w:t>
      </w:r>
      <w:r w:rsidRPr="00410E67">
        <w:rPr>
          <w:rStyle w:val="10"/>
        </w:rPr>
        <w:t xml:space="preserve"> главе </w:t>
      </w:r>
      <w:r>
        <w:rPr>
          <w:rStyle w:val="10"/>
        </w:rPr>
        <w:t xml:space="preserve">Высокской 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А.М.Калмыковой.</w:t>
      </w:r>
    </w:p>
    <w:p w:rsidR="00B53DB9" w:rsidRDefault="00B53DB9" w:rsidP="00053CE0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</w:rPr>
      </w:pPr>
    </w:p>
    <w:p w:rsidR="00B53DB9" w:rsidRPr="00410E67" w:rsidRDefault="00B53DB9" w:rsidP="00053CE0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Председатель</w:t>
      </w:r>
    </w:p>
    <w:p w:rsidR="00B53DB9" w:rsidRPr="00410E67" w:rsidRDefault="00B53DB9" w:rsidP="00053CE0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Л.В.Чуприк</w:t>
      </w:r>
    </w:p>
    <w:p w:rsidR="00B53DB9" w:rsidRPr="00410E67" w:rsidRDefault="00B53DB9" w:rsidP="00053CE0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B53DB9" w:rsidRPr="00D20F97" w:rsidRDefault="00B53DB9" w:rsidP="00053CE0">
      <w:pPr>
        <w:ind w:right="284"/>
        <w:rPr>
          <w:rFonts w:ascii="Times New Roman" w:hAnsi="Times New Roman" w:cs="Times New Roman"/>
        </w:rPr>
      </w:pPr>
      <w:r w:rsidRPr="00D20F97">
        <w:rPr>
          <w:rFonts w:ascii="Times New Roman" w:hAnsi="Times New Roman" w:cs="Times New Roman"/>
        </w:rPr>
        <w:t>Исполнитель</w:t>
      </w:r>
    </w:p>
    <w:p w:rsidR="00B53DB9" w:rsidRPr="00D20F97" w:rsidRDefault="00B53DB9" w:rsidP="00053CE0">
      <w:pPr>
        <w:ind w:right="284"/>
        <w:rPr>
          <w:rFonts w:ascii="Times New Roman" w:hAnsi="Times New Roman" w:cs="Times New Roman"/>
        </w:rPr>
      </w:pPr>
      <w:r w:rsidRPr="00D20F97">
        <w:rPr>
          <w:rFonts w:ascii="Times New Roman" w:hAnsi="Times New Roman" w:cs="Times New Roman"/>
        </w:rPr>
        <w:t>Комкова Н.Е.</w:t>
      </w:r>
    </w:p>
    <w:p w:rsidR="00B53DB9" w:rsidRPr="00D20F97" w:rsidRDefault="00B53DB9" w:rsidP="00053CE0">
      <w:pPr>
        <w:ind w:right="284"/>
        <w:rPr>
          <w:rFonts w:ascii="Times New Roman" w:hAnsi="Times New Roman" w:cs="Times New Roman"/>
        </w:rPr>
      </w:pPr>
      <w:r w:rsidRPr="00D20F97">
        <w:rPr>
          <w:rFonts w:ascii="Times New Roman" w:hAnsi="Times New Roman" w:cs="Times New Roman"/>
        </w:rPr>
        <w:t>8(48339)2-11-51</w:t>
      </w:r>
    </w:p>
    <w:p w:rsidR="00B53DB9" w:rsidRPr="003C4BE4" w:rsidRDefault="00B53DB9" w:rsidP="00053CE0">
      <w:pPr>
        <w:pStyle w:val="2"/>
        <w:shd w:val="clear" w:color="auto" w:fill="auto"/>
        <w:spacing w:before="0" w:after="338" w:line="317" w:lineRule="exact"/>
        <w:ind w:right="284"/>
      </w:pPr>
    </w:p>
    <w:sectPr w:rsidR="00B53DB9" w:rsidRPr="003C4BE4" w:rsidSect="002A4C05">
      <w:footerReference w:type="default" r:id="rId7"/>
      <w:footerReference w:type="first" r:id="rId8"/>
      <w:type w:val="continuous"/>
      <w:pgSz w:w="11905" w:h="16837"/>
      <w:pgMar w:top="1032" w:right="231" w:bottom="1090" w:left="196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DB9" w:rsidRDefault="00B53DB9" w:rsidP="0050045E">
      <w:r>
        <w:separator/>
      </w:r>
    </w:p>
  </w:endnote>
  <w:endnote w:type="continuationSeparator" w:id="0">
    <w:p w:rsidR="00B53DB9" w:rsidRDefault="00B53DB9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DB9" w:rsidRDefault="00B53DB9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FF0219">
        <w:rPr>
          <w:rStyle w:val="a0"/>
          <w:noProof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DB9" w:rsidRDefault="00B53DB9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DB9" w:rsidRDefault="00B53DB9"/>
  </w:footnote>
  <w:footnote w:type="continuationSeparator" w:id="0">
    <w:p w:rsidR="00B53DB9" w:rsidRDefault="00B53DB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41AA"/>
    <w:rsid w:val="0003512B"/>
    <w:rsid w:val="00037488"/>
    <w:rsid w:val="0004111D"/>
    <w:rsid w:val="00045D08"/>
    <w:rsid w:val="00053CE0"/>
    <w:rsid w:val="00053DFF"/>
    <w:rsid w:val="000601DF"/>
    <w:rsid w:val="00065EEB"/>
    <w:rsid w:val="0007548B"/>
    <w:rsid w:val="00075826"/>
    <w:rsid w:val="00092FD0"/>
    <w:rsid w:val="00094DC6"/>
    <w:rsid w:val="00094FFA"/>
    <w:rsid w:val="000A2F64"/>
    <w:rsid w:val="000B44FC"/>
    <w:rsid w:val="000B62DF"/>
    <w:rsid w:val="000C375D"/>
    <w:rsid w:val="000D3B34"/>
    <w:rsid w:val="000F4E09"/>
    <w:rsid w:val="000F555A"/>
    <w:rsid w:val="001000E6"/>
    <w:rsid w:val="00100F94"/>
    <w:rsid w:val="00105CDB"/>
    <w:rsid w:val="00106062"/>
    <w:rsid w:val="00110D15"/>
    <w:rsid w:val="0011224F"/>
    <w:rsid w:val="001139AE"/>
    <w:rsid w:val="00116C6E"/>
    <w:rsid w:val="00122CC0"/>
    <w:rsid w:val="00122D00"/>
    <w:rsid w:val="00130C1A"/>
    <w:rsid w:val="00130C28"/>
    <w:rsid w:val="00131D3A"/>
    <w:rsid w:val="001360B3"/>
    <w:rsid w:val="00136322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2046"/>
    <w:rsid w:val="001B6ECC"/>
    <w:rsid w:val="001C24B5"/>
    <w:rsid w:val="001D0D1E"/>
    <w:rsid w:val="001E6301"/>
    <w:rsid w:val="001F1DBC"/>
    <w:rsid w:val="001F3628"/>
    <w:rsid w:val="001F65D9"/>
    <w:rsid w:val="00212769"/>
    <w:rsid w:val="00215974"/>
    <w:rsid w:val="00223F96"/>
    <w:rsid w:val="00236237"/>
    <w:rsid w:val="00236FBB"/>
    <w:rsid w:val="0024517A"/>
    <w:rsid w:val="00252077"/>
    <w:rsid w:val="00252946"/>
    <w:rsid w:val="00253254"/>
    <w:rsid w:val="002570B7"/>
    <w:rsid w:val="002653CA"/>
    <w:rsid w:val="00280B4B"/>
    <w:rsid w:val="002818F6"/>
    <w:rsid w:val="00290DFB"/>
    <w:rsid w:val="002946DF"/>
    <w:rsid w:val="002A1AD0"/>
    <w:rsid w:val="002A3615"/>
    <w:rsid w:val="002A4C05"/>
    <w:rsid w:val="002A52F8"/>
    <w:rsid w:val="002A6C66"/>
    <w:rsid w:val="002B55B2"/>
    <w:rsid w:val="002C0E2A"/>
    <w:rsid w:val="002D18CB"/>
    <w:rsid w:val="002D1FB3"/>
    <w:rsid w:val="002D211E"/>
    <w:rsid w:val="002D41C6"/>
    <w:rsid w:val="002D7124"/>
    <w:rsid w:val="002E039D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422EE"/>
    <w:rsid w:val="003744FF"/>
    <w:rsid w:val="00377993"/>
    <w:rsid w:val="0038006C"/>
    <w:rsid w:val="0038031E"/>
    <w:rsid w:val="00381C0D"/>
    <w:rsid w:val="003864E9"/>
    <w:rsid w:val="003913C8"/>
    <w:rsid w:val="003917C4"/>
    <w:rsid w:val="00395CA7"/>
    <w:rsid w:val="0039675D"/>
    <w:rsid w:val="003967EA"/>
    <w:rsid w:val="003A6E4A"/>
    <w:rsid w:val="003A7973"/>
    <w:rsid w:val="003B3CAD"/>
    <w:rsid w:val="003B5ADF"/>
    <w:rsid w:val="003B5C08"/>
    <w:rsid w:val="003B690E"/>
    <w:rsid w:val="003C2555"/>
    <w:rsid w:val="003C4A1F"/>
    <w:rsid w:val="003C4BE4"/>
    <w:rsid w:val="003C5E53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10E67"/>
    <w:rsid w:val="00413139"/>
    <w:rsid w:val="00413B4A"/>
    <w:rsid w:val="00413DF6"/>
    <w:rsid w:val="00414811"/>
    <w:rsid w:val="00430E6F"/>
    <w:rsid w:val="0043318A"/>
    <w:rsid w:val="00436923"/>
    <w:rsid w:val="004408CF"/>
    <w:rsid w:val="004411B2"/>
    <w:rsid w:val="00445522"/>
    <w:rsid w:val="00453621"/>
    <w:rsid w:val="00457699"/>
    <w:rsid w:val="004644D1"/>
    <w:rsid w:val="00464671"/>
    <w:rsid w:val="00465CBB"/>
    <w:rsid w:val="00472575"/>
    <w:rsid w:val="00474E83"/>
    <w:rsid w:val="004808E0"/>
    <w:rsid w:val="004833E9"/>
    <w:rsid w:val="004909C0"/>
    <w:rsid w:val="0049221F"/>
    <w:rsid w:val="00493B45"/>
    <w:rsid w:val="004A416C"/>
    <w:rsid w:val="004A6CD5"/>
    <w:rsid w:val="004B0A18"/>
    <w:rsid w:val="004C0408"/>
    <w:rsid w:val="004C230F"/>
    <w:rsid w:val="004C3BD2"/>
    <w:rsid w:val="004C7F49"/>
    <w:rsid w:val="004D2FF2"/>
    <w:rsid w:val="004F2D91"/>
    <w:rsid w:val="0050045E"/>
    <w:rsid w:val="00502702"/>
    <w:rsid w:val="0052374B"/>
    <w:rsid w:val="005304D7"/>
    <w:rsid w:val="00533F3E"/>
    <w:rsid w:val="00534757"/>
    <w:rsid w:val="00540041"/>
    <w:rsid w:val="005468A8"/>
    <w:rsid w:val="00547FED"/>
    <w:rsid w:val="005536C8"/>
    <w:rsid w:val="00555942"/>
    <w:rsid w:val="00561AF2"/>
    <w:rsid w:val="00567DE8"/>
    <w:rsid w:val="005763EE"/>
    <w:rsid w:val="00577353"/>
    <w:rsid w:val="00583C9D"/>
    <w:rsid w:val="00595815"/>
    <w:rsid w:val="005A6130"/>
    <w:rsid w:val="005B15B4"/>
    <w:rsid w:val="005B2A54"/>
    <w:rsid w:val="005B3895"/>
    <w:rsid w:val="005B3FDA"/>
    <w:rsid w:val="005B4B19"/>
    <w:rsid w:val="005B4F27"/>
    <w:rsid w:val="005B6A5D"/>
    <w:rsid w:val="005D0F64"/>
    <w:rsid w:val="005D3F0F"/>
    <w:rsid w:val="005D610A"/>
    <w:rsid w:val="005D7757"/>
    <w:rsid w:val="005E331B"/>
    <w:rsid w:val="005E35A4"/>
    <w:rsid w:val="005E6824"/>
    <w:rsid w:val="005F096C"/>
    <w:rsid w:val="00605161"/>
    <w:rsid w:val="00617328"/>
    <w:rsid w:val="006225C3"/>
    <w:rsid w:val="006272AB"/>
    <w:rsid w:val="006329F7"/>
    <w:rsid w:val="006340AF"/>
    <w:rsid w:val="006362C9"/>
    <w:rsid w:val="006429F0"/>
    <w:rsid w:val="0064675C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978CA"/>
    <w:rsid w:val="006A00A8"/>
    <w:rsid w:val="006B1DA2"/>
    <w:rsid w:val="006B3842"/>
    <w:rsid w:val="006B4F5B"/>
    <w:rsid w:val="006C40B2"/>
    <w:rsid w:val="006E25CE"/>
    <w:rsid w:val="006E44C0"/>
    <w:rsid w:val="006F3522"/>
    <w:rsid w:val="006F550A"/>
    <w:rsid w:val="006F748A"/>
    <w:rsid w:val="006F7DF9"/>
    <w:rsid w:val="00704017"/>
    <w:rsid w:val="00704610"/>
    <w:rsid w:val="00710DD5"/>
    <w:rsid w:val="00711C4C"/>
    <w:rsid w:val="00714245"/>
    <w:rsid w:val="00721BCE"/>
    <w:rsid w:val="00721BFC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5501F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23E7F"/>
    <w:rsid w:val="0083049A"/>
    <w:rsid w:val="00834469"/>
    <w:rsid w:val="00835438"/>
    <w:rsid w:val="0083788F"/>
    <w:rsid w:val="00840D57"/>
    <w:rsid w:val="00841B50"/>
    <w:rsid w:val="00844789"/>
    <w:rsid w:val="00854BFF"/>
    <w:rsid w:val="008572F0"/>
    <w:rsid w:val="0086538C"/>
    <w:rsid w:val="0086546D"/>
    <w:rsid w:val="00874021"/>
    <w:rsid w:val="0087604A"/>
    <w:rsid w:val="008864ED"/>
    <w:rsid w:val="00893C4A"/>
    <w:rsid w:val="008947D5"/>
    <w:rsid w:val="00894EEE"/>
    <w:rsid w:val="0089592F"/>
    <w:rsid w:val="00895B60"/>
    <w:rsid w:val="008A08C0"/>
    <w:rsid w:val="008A5AE8"/>
    <w:rsid w:val="008A76C6"/>
    <w:rsid w:val="008B0183"/>
    <w:rsid w:val="008B2D4F"/>
    <w:rsid w:val="008C059B"/>
    <w:rsid w:val="008C65D3"/>
    <w:rsid w:val="008D192E"/>
    <w:rsid w:val="008D4EE8"/>
    <w:rsid w:val="008E57E5"/>
    <w:rsid w:val="008E7051"/>
    <w:rsid w:val="0090203C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47EE8"/>
    <w:rsid w:val="00950D7D"/>
    <w:rsid w:val="00952F37"/>
    <w:rsid w:val="009553FF"/>
    <w:rsid w:val="00956201"/>
    <w:rsid w:val="00970FA3"/>
    <w:rsid w:val="009734AB"/>
    <w:rsid w:val="00973D03"/>
    <w:rsid w:val="0097631A"/>
    <w:rsid w:val="00981A14"/>
    <w:rsid w:val="009876EA"/>
    <w:rsid w:val="0099544A"/>
    <w:rsid w:val="009957C0"/>
    <w:rsid w:val="009A3B6E"/>
    <w:rsid w:val="009A7C95"/>
    <w:rsid w:val="009B522A"/>
    <w:rsid w:val="009C14A0"/>
    <w:rsid w:val="009C360C"/>
    <w:rsid w:val="009C6EA4"/>
    <w:rsid w:val="009D018B"/>
    <w:rsid w:val="009D6B62"/>
    <w:rsid w:val="009E0FD8"/>
    <w:rsid w:val="009E3707"/>
    <w:rsid w:val="009E5CAD"/>
    <w:rsid w:val="009F6496"/>
    <w:rsid w:val="00A014C9"/>
    <w:rsid w:val="00A05E95"/>
    <w:rsid w:val="00A05F2C"/>
    <w:rsid w:val="00A07FDD"/>
    <w:rsid w:val="00A1140B"/>
    <w:rsid w:val="00A23173"/>
    <w:rsid w:val="00A3440A"/>
    <w:rsid w:val="00A37F72"/>
    <w:rsid w:val="00A47753"/>
    <w:rsid w:val="00A54A95"/>
    <w:rsid w:val="00A62EC7"/>
    <w:rsid w:val="00A64CE9"/>
    <w:rsid w:val="00A76A7A"/>
    <w:rsid w:val="00A77089"/>
    <w:rsid w:val="00A86C96"/>
    <w:rsid w:val="00A918F3"/>
    <w:rsid w:val="00AB3D48"/>
    <w:rsid w:val="00AB6829"/>
    <w:rsid w:val="00AC7B99"/>
    <w:rsid w:val="00AD0E91"/>
    <w:rsid w:val="00AD6458"/>
    <w:rsid w:val="00AE3191"/>
    <w:rsid w:val="00AF060F"/>
    <w:rsid w:val="00AF0CB1"/>
    <w:rsid w:val="00B02514"/>
    <w:rsid w:val="00B0490B"/>
    <w:rsid w:val="00B05413"/>
    <w:rsid w:val="00B05AD3"/>
    <w:rsid w:val="00B0635F"/>
    <w:rsid w:val="00B07A87"/>
    <w:rsid w:val="00B105C0"/>
    <w:rsid w:val="00B10C94"/>
    <w:rsid w:val="00B112F1"/>
    <w:rsid w:val="00B232D9"/>
    <w:rsid w:val="00B250B2"/>
    <w:rsid w:val="00B26F50"/>
    <w:rsid w:val="00B271A9"/>
    <w:rsid w:val="00B27945"/>
    <w:rsid w:val="00B312B5"/>
    <w:rsid w:val="00B3377C"/>
    <w:rsid w:val="00B33BFA"/>
    <w:rsid w:val="00B35959"/>
    <w:rsid w:val="00B35C4B"/>
    <w:rsid w:val="00B35CDC"/>
    <w:rsid w:val="00B45A00"/>
    <w:rsid w:val="00B46284"/>
    <w:rsid w:val="00B50985"/>
    <w:rsid w:val="00B53382"/>
    <w:rsid w:val="00B53DB9"/>
    <w:rsid w:val="00B5717B"/>
    <w:rsid w:val="00B60950"/>
    <w:rsid w:val="00B636FD"/>
    <w:rsid w:val="00B76130"/>
    <w:rsid w:val="00B811C6"/>
    <w:rsid w:val="00B85AD2"/>
    <w:rsid w:val="00B959F2"/>
    <w:rsid w:val="00BA10AB"/>
    <w:rsid w:val="00BA38A4"/>
    <w:rsid w:val="00BB19DF"/>
    <w:rsid w:val="00BB229B"/>
    <w:rsid w:val="00BE0645"/>
    <w:rsid w:val="00BE1F6D"/>
    <w:rsid w:val="00BE37CF"/>
    <w:rsid w:val="00BF0BC0"/>
    <w:rsid w:val="00BF3732"/>
    <w:rsid w:val="00C01611"/>
    <w:rsid w:val="00C075B1"/>
    <w:rsid w:val="00C1746A"/>
    <w:rsid w:val="00C25BE6"/>
    <w:rsid w:val="00C30709"/>
    <w:rsid w:val="00C30BF0"/>
    <w:rsid w:val="00C32031"/>
    <w:rsid w:val="00C36F3B"/>
    <w:rsid w:val="00C379AC"/>
    <w:rsid w:val="00C44762"/>
    <w:rsid w:val="00C461BC"/>
    <w:rsid w:val="00C476E8"/>
    <w:rsid w:val="00C500DA"/>
    <w:rsid w:val="00C50AD4"/>
    <w:rsid w:val="00C50E71"/>
    <w:rsid w:val="00C52237"/>
    <w:rsid w:val="00C5305A"/>
    <w:rsid w:val="00C54DFF"/>
    <w:rsid w:val="00C63AB2"/>
    <w:rsid w:val="00C65375"/>
    <w:rsid w:val="00C7353B"/>
    <w:rsid w:val="00C82410"/>
    <w:rsid w:val="00C906BC"/>
    <w:rsid w:val="00C915DB"/>
    <w:rsid w:val="00C974BE"/>
    <w:rsid w:val="00CA66D6"/>
    <w:rsid w:val="00CB4BCD"/>
    <w:rsid w:val="00CC1BB4"/>
    <w:rsid w:val="00CC483E"/>
    <w:rsid w:val="00CC600D"/>
    <w:rsid w:val="00CC7118"/>
    <w:rsid w:val="00CE31CE"/>
    <w:rsid w:val="00CE3ABA"/>
    <w:rsid w:val="00CF5119"/>
    <w:rsid w:val="00D045F8"/>
    <w:rsid w:val="00D071A9"/>
    <w:rsid w:val="00D1346E"/>
    <w:rsid w:val="00D20F97"/>
    <w:rsid w:val="00D26102"/>
    <w:rsid w:val="00D30955"/>
    <w:rsid w:val="00D31C6D"/>
    <w:rsid w:val="00D359A2"/>
    <w:rsid w:val="00D46F3D"/>
    <w:rsid w:val="00D47DBB"/>
    <w:rsid w:val="00D52DCE"/>
    <w:rsid w:val="00D54309"/>
    <w:rsid w:val="00D5439C"/>
    <w:rsid w:val="00D63BBD"/>
    <w:rsid w:val="00D643B0"/>
    <w:rsid w:val="00D67723"/>
    <w:rsid w:val="00D67E9A"/>
    <w:rsid w:val="00D710E3"/>
    <w:rsid w:val="00D7142A"/>
    <w:rsid w:val="00D745EF"/>
    <w:rsid w:val="00D74D50"/>
    <w:rsid w:val="00D75D6D"/>
    <w:rsid w:val="00D75DA1"/>
    <w:rsid w:val="00D77DA3"/>
    <w:rsid w:val="00D800AA"/>
    <w:rsid w:val="00D9098B"/>
    <w:rsid w:val="00DA615D"/>
    <w:rsid w:val="00DA67AF"/>
    <w:rsid w:val="00DC209E"/>
    <w:rsid w:val="00DC2A51"/>
    <w:rsid w:val="00DC31BA"/>
    <w:rsid w:val="00DC3E6C"/>
    <w:rsid w:val="00DC646C"/>
    <w:rsid w:val="00DE4403"/>
    <w:rsid w:val="00DE618B"/>
    <w:rsid w:val="00DE6883"/>
    <w:rsid w:val="00DF086E"/>
    <w:rsid w:val="00DF4CE2"/>
    <w:rsid w:val="00E22534"/>
    <w:rsid w:val="00E26EFE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54149"/>
    <w:rsid w:val="00E6056D"/>
    <w:rsid w:val="00E62F1C"/>
    <w:rsid w:val="00E67830"/>
    <w:rsid w:val="00E678E4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6A3"/>
    <w:rsid w:val="00EB1C51"/>
    <w:rsid w:val="00EB2E7F"/>
    <w:rsid w:val="00EB785F"/>
    <w:rsid w:val="00EC1701"/>
    <w:rsid w:val="00EC3DDE"/>
    <w:rsid w:val="00EC5277"/>
    <w:rsid w:val="00ED0AE8"/>
    <w:rsid w:val="00ED2015"/>
    <w:rsid w:val="00ED4AAE"/>
    <w:rsid w:val="00EE153F"/>
    <w:rsid w:val="00EE170E"/>
    <w:rsid w:val="00EE18D4"/>
    <w:rsid w:val="00EE669B"/>
    <w:rsid w:val="00F01391"/>
    <w:rsid w:val="00F048FE"/>
    <w:rsid w:val="00F06554"/>
    <w:rsid w:val="00F11B3C"/>
    <w:rsid w:val="00F145EA"/>
    <w:rsid w:val="00F14E55"/>
    <w:rsid w:val="00F20E61"/>
    <w:rsid w:val="00F226AE"/>
    <w:rsid w:val="00F2401F"/>
    <w:rsid w:val="00F24161"/>
    <w:rsid w:val="00F30B94"/>
    <w:rsid w:val="00F369DD"/>
    <w:rsid w:val="00F40C84"/>
    <w:rsid w:val="00F41A23"/>
    <w:rsid w:val="00F43750"/>
    <w:rsid w:val="00F46E92"/>
    <w:rsid w:val="00F46FF8"/>
    <w:rsid w:val="00F51E0F"/>
    <w:rsid w:val="00F53484"/>
    <w:rsid w:val="00F54BEF"/>
    <w:rsid w:val="00F56546"/>
    <w:rsid w:val="00F5772A"/>
    <w:rsid w:val="00F63518"/>
    <w:rsid w:val="00F64B49"/>
    <w:rsid w:val="00F66B65"/>
    <w:rsid w:val="00F7267A"/>
    <w:rsid w:val="00F77ADA"/>
    <w:rsid w:val="00F93C10"/>
    <w:rsid w:val="00F94A1A"/>
    <w:rsid w:val="00FA4102"/>
    <w:rsid w:val="00FA4296"/>
    <w:rsid w:val="00FC26B5"/>
    <w:rsid w:val="00FC3F33"/>
    <w:rsid w:val="00FD4C3F"/>
    <w:rsid w:val="00FD5023"/>
    <w:rsid w:val="00FD7953"/>
    <w:rsid w:val="00FE1552"/>
    <w:rsid w:val="00FE71F4"/>
    <w:rsid w:val="00FF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36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3277</TotalTime>
  <Pages>4</Pages>
  <Words>1277</Words>
  <Characters>7281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313</cp:revision>
  <cp:lastPrinted>2018-09-03T07:41:00Z</cp:lastPrinted>
  <dcterms:created xsi:type="dcterms:W3CDTF">2017-07-17T08:21:00Z</dcterms:created>
  <dcterms:modified xsi:type="dcterms:W3CDTF">2018-11-19T14:40:00Z</dcterms:modified>
</cp:coreProperties>
</file>